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47A" w:rsidRPr="00711B36" w:rsidRDefault="0085747A" w:rsidP="00711B3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11B36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711B36" w:rsidRDefault="0071620A" w:rsidP="00711B3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11B3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11B36">
        <w:rPr>
          <w:rFonts w:ascii="Corbel" w:hAnsi="Corbel"/>
          <w:b/>
          <w:smallCaps/>
          <w:sz w:val="24"/>
          <w:szCs w:val="24"/>
        </w:rPr>
        <w:t xml:space="preserve"> </w:t>
      </w:r>
      <w:r w:rsidR="00A3542B" w:rsidRPr="00711B36">
        <w:rPr>
          <w:rFonts w:ascii="Corbel" w:hAnsi="Corbel"/>
          <w:i/>
          <w:smallCaps/>
          <w:sz w:val="24"/>
          <w:szCs w:val="24"/>
        </w:rPr>
        <w:t>201</w:t>
      </w:r>
      <w:r w:rsidR="0061353D">
        <w:rPr>
          <w:rFonts w:ascii="Corbel" w:hAnsi="Corbel"/>
          <w:i/>
          <w:smallCaps/>
          <w:sz w:val="24"/>
          <w:szCs w:val="24"/>
        </w:rPr>
        <w:t>8</w:t>
      </w:r>
      <w:r w:rsidR="00A3542B" w:rsidRPr="00711B36">
        <w:rPr>
          <w:rFonts w:ascii="Corbel" w:hAnsi="Corbel"/>
          <w:i/>
          <w:smallCaps/>
          <w:sz w:val="24"/>
          <w:szCs w:val="24"/>
        </w:rPr>
        <w:t>-20</w:t>
      </w:r>
      <w:r w:rsidR="0061353D">
        <w:rPr>
          <w:rFonts w:ascii="Corbel" w:hAnsi="Corbel"/>
          <w:i/>
          <w:smallCaps/>
          <w:sz w:val="24"/>
          <w:szCs w:val="24"/>
        </w:rPr>
        <w:t>20</w:t>
      </w:r>
    </w:p>
    <w:p w:rsidR="0085747A" w:rsidRPr="00711B36" w:rsidRDefault="00EA4832" w:rsidP="00711B36">
      <w:pPr>
        <w:spacing w:after="0" w:line="240" w:lineRule="exact"/>
        <w:jc w:val="both"/>
        <w:rPr>
          <w:rFonts w:ascii="Corbel" w:hAnsi="Corbel"/>
        </w:rPr>
      </w:pPr>
      <w:r w:rsidRPr="00711B36">
        <w:rPr>
          <w:rFonts w:ascii="Corbel" w:hAnsi="Corbel"/>
          <w:i/>
        </w:rPr>
        <w:t xml:space="preserve">                                                                                                           </w:t>
      </w:r>
      <w:r w:rsidR="00711B36">
        <w:rPr>
          <w:rFonts w:ascii="Corbel" w:hAnsi="Corbel"/>
          <w:i/>
        </w:rPr>
        <w:tab/>
      </w:r>
      <w:r w:rsidR="00711B36">
        <w:rPr>
          <w:rFonts w:ascii="Corbel" w:hAnsi="Corbel"/>
          <w:i/>
        </w:rPr>
        <w:tab/>
      </w:r>
      <w:r w:rsidRPr="00711B36">
        <w:rPr>
          <w:rFonts w:ascii="Corbel" w:hAnsi="Corbel"/>
          <w:i/>
        </w:rPr>
        <w:t xml:space="preserve">  </w:t>
      </w:r>
      <w:r w:rsidR="0085747A" w:rsidRPr="00711B36">
        <w:rPr>
          <w:rFonts w:ascii="Corbel" w:hAnsi="Corbel"/>
          <w:i/>
        </w:rPr>
        <w:t>(skrajne daty</w:t>
      </w:r>
      <w:r w:rsidR="0085747A" w:rsidRPr="00711B36">
        <w:rPr>
          <w:rFonts w:ascii="Corbel" w:hAnsi="Corbel"/>
        </w:rPr>
        <w:t>)</w:t>
      </w:r>
    </w:p>
    <w:p w:rsidR="0085747A" w:rsidRPr="00711B36" w:rsidRDefault="0085747A" w:rsidP="00711B36">
      <w:pPr>
        <w:spacing w:after="0" w:line="240" w:lineRule="auto"/>
        <w:rPr>
          <w:rFonts w:ascii="Corbel" w:hAnsi="Corbel"/>
        </w:rPr>
      </w:pPr>
    </w:p>
    <w:p w:rsidR="0085747A" w:rsidRPr="00711B36" w:rsidRDefault="0071620A" w:rsidP="00711B3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11B36">
        <w:rPr>
          <w:rFonts w:ascii="Corbel" w:hAnsi="Corbel"/>
          <w:szCs w:val="24"/>
        </w:rPr>
        <w:t xml:space="preserve">1. </w:t>
      </w:r>
      <w:r w:rsidR="0085747A" w:rsidRPr="00711B36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11B36" w:rsidTr="00B819C8">
        <w:tc>
          <w:tcPr>
            <w:tcW w:w="2694" w:type="dxa"/>
            <w:vAlign w:val="center"/>
          </w:tcPr>
          <w:p w:rsidR="0085747A" w:rsidRPr="00711B36" w:rsidRDefault="0085747A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85747A" w:rsidRPr="00711B36" w:rsidRDefault="00A3542B" w:rsidP="00711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Zastosowanie informatyki w gospodarce</w:t>
            </w:r>
          </w:p>
        </w:tc>
      </w:tr>
      <w:tr w:rsidR="0085747A" w:rsidRPr="00711B36" w:rsidTr="00B819C8">
        <w:tc>
          <w:tcPr>
            <w:tcW w:w="2694" w:type="dxa"/>
            <w:vAlign w:val="center"/>
          </w:tcPr>
          <w:p w:rsidR="0085747A" w:rsidRPr="00711B36" w:rsidRDefault="0085747A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85747A" w:rsidRPr="00711B36" w:rsidRDefault="00A3542B" w:rsidP="00711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E/II/GRiL/C-1.4b</w:t>
            </w:r>
          </w:p>
        </w:tc>
      </w:tr>
      <w:tr w:rsidR="0085747A" w:rsidRPr="00711B36" w:rsidTr="00B819C8">
        <w:tc>
          <w:tcPr>
            <w:tcW w:w="2694" w:type="dxa"/>
            <w:vAlign w:val="center"/>
          </w:tcPr>
          <w:p w:rsidR="0085747A" w:rsidRPr="00711B36" w:rsidRDefault="0085747A" w:rsidP="00711B3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85747A" w:rsidRPr="00711B36" w:rsidRDefault="00A3542B" w:rsidP="00711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Wydział Ekonomii</w:t>
            </w:r>
          </w:p>
        </w:tc>
      </w:tr>
      <w:tr w:rsidR="0085747A" w:rsidRPr="00711B36" w:rsidTr="00B819C8">
        <w:tc>
          <w:tcPr>
            <w:tcW w:w="2694" w:type="dxa"/>
            <w:vAlign w:val="center"/>
          </w:tcPr>
          <w:p w:rsidR="0085747A" w:rsidRPr="00711B36" w:rsidRDefault="0085747A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711B36" w:rsidRDefault="00A3542B" w:rsidP="00711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Katedra Metod Ilościowych i Informatyki Gospodarczej</w:t>
            </w:r>
          </w:p>
        </w:tc>
      </w:tr>
      <w:tr w:rsidR="0085747A" w:rsidRPr="00711B36" w:rsidTr="00B819C8">
        <w:tc>
          <w:tcPr>
            <w:tcW w:w="2694" w:type="dxa"/>
            <w:vAlign w:val="center"/>
          </w:tcPr>
          <w:p w:rsidR="0085747A" w:rsidRPr="00711B36" w:rsidRDefault="0085747A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711B36" w:rsidRDefault="0061353D" w:rsidP="00711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711B3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711B36" w:rsidTr="00B819C8">
        <w:tc>
          <w:tcPr>
            <w:tcW w:w="2694" w:type="dxa"/>
            <w:vAlign w:val="center"/>
          </w:tcPr>
          <w:p w:rsidR="0085747A" w:rsidRPr="00711B36" w:rsidRDefault="0085747A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711B36" w:rsidRDefault="0061353D" w:rsidP="00711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A3542B" w:rsidRPr="00711B3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tudia drugiego stopnia</w:t>
            </w:r>
          </w:p>
        </w:tc>
      </w:tr>
      <w:tr w:rsidR="0085747A" w:rsidRPr="00711B36" w:rsidTr="00B819C8">
        <w:tc>
          <w:tcPr>
            <w:tcW w:w="2694" w:type="dxa"/>
            <w:vAlign w:val="center"/>
          </w:tcPr>
          <w:p w:rsidR="0085747A" w:rsidRPr="00711B36" w:rsidRDefault="0085747A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711B36" w:rsidRDefault="0061353D" w:rsidP="00711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711B3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</w:p>
        </w:tc>
      </w:tr>
      <w:tr w:rsidR="0085747A" w:rsidRPr="00711B36" w:rsidTr="00B819C8">
        <w:tc>
          <w:tcPr>
            <w:tcW w:w="2694" w:type="dxa"/>
            <w:vAlign w:val="center"/>
          </w:tcPr>
          <w:p w:rsidR="0085747A" w:rsidRPr="00711B36" w:rsidRDefault="0085747A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711B36" w:rsidRDefault="0018749D" w:rsidP="00711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Nies</w:t>
            </w:r>
            <w:r w:rsidR="00A3542B" w:rsidRPr="00711B3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711B36" w:rsidTr="00B819C8">
        <w:tc>
          <w:tcPr>
            <w:tcW w:w="2694" w:type="dxa"/>
            <w:vAlign w:val="center"/>
          </w:tcPr>
          <w:p w:rsidR="0085747A" w:rsidRPr="00711B36" w:rsidRDefault="0085747A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711B36" w:rsidRDefault="00A3542B" w:rsidP="00711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II/3</w:t>
            </w:r>
          </w:p>
        </w:tc>
      </w:tr>
      <w:tr w:rsidR="0085747A" w:rsidRPr="00711B36" w:rsidTr="00B819C8">
        <w:tc>
          <w:tcPr>
            <w:tcW w:w="2694" w:type="dxa"/>
            <w:vAlign w:val="center"/>
          </w:tcPr>
          <w:p w:rsidR="0085747A" w:rsidRPr="00711B36" w:rsidRDefault="0085747A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711B36" w:rsidRDefault="00A35927" w:rsidP="00711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3542B" w:rsidRPr="00711B3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do wyboru</w:t>
            </w:r>
          </w:p>
        </w:tc>
      </w:tr>
      <w:tr w:rsidR="00923D7D" w:rsidRPr="00711B36" w:rsidTr="00B819C8">
        <w:tc>
          <w:tcPr>
            <w:tcW w:w="2694" w:type="dxa"/>
            <w:vAlign w:val="center"/>
          </w:tcPr>
          <w:p w:rsidR="00923D7D" w:rsidRPr="00711B36" w:rsidRDefault="00923D7D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711B36" w:rsidRDefault="00A3542B" w:rsidP="00711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polski</w:t>
            </w:r>
          </w:p>
        </w:tc>
      </w:tr>
      <w:tr w:rsidR="0085747A" w:rsidRPr="00711B36" w:rsidTr="00B819C8">
        <w:tc>
          <w:tcPr>
            <w:tcW w:w="2694" w:type="dxa"/>
            <w:vAlign w:val="center"/>
          </w:tcPr>
          <w:p w:rsidR="0085747A" w:rsidRPr="00711B36" w:rsidRDefault="0085747A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711B36" w:rsidRDefault="00711B36" w:rsidP="00711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711B3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  <w:tr w:rsidR="0085747A" w:rsidRPr="00711B36" w:rsidTr="00B819C8">
        <w:tc>
          <w:tcPr>
            <w:tcW w:w="2694" w:type="dxa"/>
            <w:vAlign w:val="center"/>
          </w:tcPr>
          <w:p w:rsidR="0085747A" w:rsidRPr="00711B36" w:rsidRDefault="0085747A" w:rsidP="00711B3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711B36" w:rsidRDefault="00711B36" w:rsidP="00711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711B3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</w:tbl>
    <w:p w:rsidR="0085747A" w:rsidRPr="00711B36" w:rsidRDefault="0085747A" w:rsidP="00711B36">
      <w:pPr>
        <w:pStyle w:val="Podpunkty"/>
        <w:ind w:left="0"/>
        <w:rPr>
          <w:rFonts w:ascii="Corbel" w:hAnsi="Corbel"/>
          <w:sz w:val="24"/>
          <w:szCs w:val="24"/>
        </w:rPr>
      </w:pPr>
      <w:r w:rsidRPr="00711B36">
        <w:rPr>
          <w:rFonts w:ascii="Corbel" w:hAnsi="Corbel"/>
          <w:sz w:val="24"/>
          <w:szCs w:val="24"/>
        </w:rPr>
        <w:t xml:space="preserve">* </w:t>
      </w:r>
      <w:r w:rsidRPr="00711B36">
        <w:rPr>
          <w:rFonts w:ascii="Corbel" w:hAnsi="Corbel"/>
          <w:i/>
          <w:sz w:val="24"/>
          <w:szCs w:val="24"/>
        </w:rPr>
        <w:t xml:space="preserve">- </w:t>
      </w:r>
      <w:r w:rsidRPr="00711B36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711B36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711B36" w:rsidRDefault="00923D7D" w:rsidP="00711B36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711B36" w:rsidRDefault="0085747A" w:rsidP="00711B36">
      <w:pPr>
        <w:pStyle w:val="Podpunkty"/>
        <w:ind w:left="284"/>
        <w:rPr>
          <w:rFonts w:ascii="Corbel" w:hAnsi="Corbel"/>
          <w:sz w:val="24"/>
          <w:szCs w:val="24"/>
        </w:rPr>
      </w:pPr>
      <w:r w:rsidRPr="00711B36">
        <w:rPr>
          <w:rFonts w:ascii="Corbel" w:hAnsi="Corbel"/>
          <w:sz w:val="24"/>
          <w:szCs w:val="24"/>
        </w:rPr>
        <w:t>1.</w:t>
      </w:r>
      <w:r w:rsidR="00E22FBC" w:rsidRPr="00711B36">
        <w:rPr>
          <w:rFonts w:ascii="Corbel" w:hAnsi="Corbel"/>
          <w:sz w:val="24"/>
          <w:szCs w:val="24"/>
        </w:rPr>
        <w:t>1</w:t>
      </w:r>
      <w:r w:rsidRPr="00711B3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711B36" w:rsidRDefault="00923D7D" w:rsidP="00711B3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11B36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Semestr</w:t>
            </w:r>
          </w:p>
          <w:p w:rsidR="00015B8F" w:rsidRPr="00711B36" w:rsidRDefault="002B5EA0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(</w:t>
            </w:r>
            <w:r w:rsidR="00363F78" w:rsidRPr="00711B3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B36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11B3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711B36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11B36" w:rsidRDefault="00A3542B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015B8F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015B8F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015B8F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A35927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015B8F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015B8F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015B8F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015B8F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B36" w:rsidRDefault="00A3542B" w:rsidP="00711B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711B36" w:rsidRDefault="00923D7D" w:rsidP="00711B3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711B36" w:rsidRDefault="00923D7D" w:rsidP="00711B3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711B36" w:rsidRDefault="0085747A" w:rsidP="00711B3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11B36">
        <w:rPr>
          <w:rFonts w:ascii="Corbel" w:hAnsi="Corbel"/>
          <w:smallCaps w:val="0"/>
          <w:szCs w:val="24"/>
        </w:rPr>
        <w:t>1.</w:t>
      </w:r>
      <w:r w:rsidR="00E22FBC" w:rsidRPr="00711B36">
        <w:rPr>
          <w:rFonts w:ascii="Corbel" w:hAnsi="Corbel"/>
          <w:smallCaps w:val="0"/>
          <w:szCs w:val="24"/>
        </w:rPr>
        <w:t>2</w:t>
      </w:r>
      <w:r w:rsidR="00F83B28" w:rsidRPr="00711B36">
        <w:rPr>
          <w:rFonts w:ascii="Corbel" w:hAnsi="Corbel"/>
          <w:smallCaps w:val="0"/>
          <w:szCs w:val="24"/>
        </w:rPr>
        <w:t>.</w:t>
      </w:r>
      <w:r w:rsidR="00F83B28" w:rsidRPr="00711B36">
        <w:rPr>
          <w:rFonts w:ascii="Corbel" w:hAnsi="Corbel"/>
          <w:smallCaps w:val="0"/>
          <w:szCs w:val="24"/>
        </w:rPr>
        <w:tab/>
      </w:r>
      <w:r w:rsidRPr="00711B36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711B36" w:rsidRDefault="0085747A" w:rsidP="00711B3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11B36">
        <w:rPr>
          <w:rFonts w:ascii="Corbel" w:eastAsia="MS Gothic" w:hAnsi="MS Gothic" w:cs="MS Gothic"/>
          <w:b w:val="0"/>
          <w:szCs w:val="24"/>
          <w:u w:val="single"/>
        </w:rPr>
        <w:t>☐</w:t>
      </w:r>
      <w:r w:rsidRPr="00711B3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711B36" w:rsidRDefault="0085747A" w:rsidP="00711B3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11B36">
        <w:rPr>
          <w:rFonts w:ascii="Corbel" w:eastAsia="MS Gothic" w:hAnsi="MS Gothic" w:cs="MS Gothic"/>
          <w:b w:val="0"/>
          <w:szCs w:val="24"/>
        </w:rPr>
        <w:t>☐</w:t>
      </w:r>
      <w:r w:rsidRPr="00711B3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711B36" w:rsidRDefault="00E22FBC" w:rsidP="00711B3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11B36">
        <w:rPr>
          <w:rFonts w:ascii="Corbel" w:hAnsi="Corbel"/>
          <w:smallCaps w:val="0"/>
          <w:szCs w:val="24"/>
        </w:rPr>
        <w:t xml:space="preserve">1.3 </w:t>
      </w:r>
      <w:r w:rsidR="00F83B28" w:rsidRPr="00711B36">
        <w:rPr>
          <w:rFonts w:ascii="Corbel" w:hAnsi="Corbel"/>
          <w:smallCaps w:val="0"/>
          <w:szCs w:val="24"/>
        </w:rPr>
        <w:tab/>
      </w:r>
      <w:r w:rsidRPr="00711B36">
        <w:rPr>
          <w:rFonts w:ascii="Corbel" w:hAnsi="Corbel"/>
          <w:smallCaps w:val="0"/>
          <w:szCs w:val="24"/>
        </w:rPr>
        <w:t xml:space="preserve">Forma zaliczenia przedmiotu /modułu (z toku) </w:t>
      </w:r>
      <w:r w:rsidRPr="00711B3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5747A" w:rsidRPr="00711B36" w:rsidRDefault="00A3542B" w:rsidP="00711B3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11B36"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RPr="00711B36" w:rsidRDefault="009C54AE" w:rsidP="00711B3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szCs w:val="24"/>
        </w:rPr>
      </w:pPr>
      <w:r w:rsidRPr="00711B36">
        <w:rPr>
          <w:rFonts w:ascii="Corbel" w:hAnsi="Corbel"/>
          <w:szCs w:val="24"/>
        </w:rPr>
        <w:t xml:space="preserve">2.Wymagania wstępne </w:t>
      </w:r>
    </w:p>
    <w:p w:rsidR="00923D7D" w:rsidRPr="00711B36" w:rsidRDefault="00923D7D" w:rsidP="00711B3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11B36" w:rsidTr="00745302">
        <w:tc>
          <w:tcPr>
            <w:tcW w:w="9670" w:type="dxa"/>
          </w:tcPr>
          <w:p w:rsidR="0085747A" w:rsidRPr="00711B36" w:rsidRDefault="00A3542B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Znajomość obsługi programów pakietu Ms Office w zakresie podstawowym.</w:t>
            </w:r>
          </w:p>
        </w:tc>
      </w:tr>
    </w:tbl>
    <w:p w:rsidR="00153C41" w:rsidRPr="00711B36" w:rsidRDefault="00153C41" w:rsidP="00711B36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11B36" w:rsidRDefault="0071620A" w:rsidP="00711B36">
      <w:pPr>
        <w:pStyle w:val="Punktygwne"/>
        <w:spacing w:before="0" w:after="0"/>
        <w:rPr>
          <w:rFonts w:ascii="Corbel" w:hAnsi="Corbel"/>
          <w:szCs w:val="24"/>
        </w:rPr>
      </w:pPr>
      <w:r w:rsidRPr="00711B36">
        <w:rPr>
          <w:rFonts w:ascii="Corbel" w:hAnsi="Corbel"/>
          <w:szCs w:val="24"/>
        </w:rPr>
        <w:t>3.</w:t>
      </w:r>
      <w:r w:rsidR="0085747A" w:rsidRPr="00711B36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11B36" w:rsidRDefault="0071620A" w:rsidP="00711B36">
      <w:pPr>
        <w:pStyle w:val="Podpunkty"/>
        <w:rPr>
          <w:rFonts w:ascii="Corbel" w:hAnsi="Corbel"/>
          <w:sz w:val="24"/>
          <w:szCs w:val="24"/>
        </w:rPr>
      </w:pPr>
      <w:r w:rsidRPr="00711B36">
        <w:rPr>
          <w:rFonts w:ascii="Corbel" w:hAnsi="Corbel"/>
          <w:sz w:val="24"/>
          <w:szCs w:val="24"/>
        </w:rPr>
        <w:t xml:space="preserve">3.1 </w:t>
      </w:r>
      <w:r w:rsidR="0085747A" w:rsidRPr="00711B36">
        <w:rPr>
          <w:rFonts w:ascii="Corbel" w:hAnsi="Corbel"/>
          <w:sz w:val="24"/>
          <w:szCs w:val="24"/>
        </w:rPr>
        <w:t xml:space="preserve">Cele przedmiotu/modułu </w:t>
      </w:r>
    </w:p>
    <w:p w:rsidR="00F83B28" w:rsidRPr="00711B36" w:rsidRDefault="00F83B28" w:rsidP="00711B3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11B36" w:rsidTr="00923D7D">
        <w:tc>
          <w:tcPr>
            <w:tcW w:w="851" w:type="dxa"/>
            <w:vAlign w:val="center"/>
          </w:tcPr>
          <w:p w:rsidR="0085747A" w:rsidRPr="00711B36" w:rsidRDefault="0085747A" w:rsidP="00711B3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1B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711B36" w:rsidRDefault="00A3542B" w:rsidP="00711B3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1B36">
              <w:rPr>
                <w:rFonts w:ascii="Corbel" w:hAnsi="Corbel"/>
                <w:b w:val="0"/>
                <w:sz w:val="24"/>
                <w:szCs w:val="24"/>
              </w:rPr>
              <w:t>Nabycie umiejętności prawidłowego stosowania narzędzi informatycznych do rozwiązania różnorodnych problemów gospodarczych.</w:t>
            </w:r>
          </w:p>
        </w:tc>
      </w:tr>
      <w:tr w:rsidR="0085747A" w:rsidRPr="00711B36" w:rsidTr="00923D7D">
        <w:tc>
          <w:tcPr>
            <w:tcW w:w="851" w:type="dxa"/>
            <w:vAlign w:val="center"/>
          </w:tcPr>
          <w:p w:rsidR="0085747A" w:rsidRPr="00711B36" w:rsidRDefault="004D5AB3" w:rsidP="00711B3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711B36" w:rsidRDefault="00A3542B" w:rsidP="00711B3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1B36">
              <w:rPr>
                <w:rFonts w:ascii="Corbel" w:hAnsi="Corbel"/>
                <w:b w:val="0"/>
                <w:sz w:val="24"/>
                <w:szCs w:val="24"/>
              </w:rPr>
              <w:t>Kształtowanie umiejętności analizy danych gospodarczych i rozwiązywania problemów decyzyjnych za pomocą specjalistycznych narzędzi dostępnych w programie</w:t>
            </w:r>
            <w:r w:rsidR="004D3552" w:rsidRPr="00711B36">
              <w:rPr>
                <w:rFonts w:ascii="Corbel" w:hAnsi="Corbel"/>
                <w:b w:val="0"/>
                <w:sz w:val="24"/>
                <w:szCs w:val="24"/>
              </w:rPr>
              <w:t xml:space="preserve"> MS Excel oraz MS Access.</w:t>
            </w:r>
          </w:p>
        </w:tc>
      </w:tr>
    </w:tbl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711B36" w:rsidRDefault="009F4610" w:rsidP="00711B3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11B36">
        <w:rPr>
          <w:rFonts w:ascii="Corbel" w:hAnsi="Corbel"/>
          <w:b/>
          <w:sz w:val="24"/>
          <w:szCs w:val="24"/>
        </w:rPr>
        <w:t xml:space="preserve">3.2 </w:t>
      </w:r>
      <w:r w:rsidR="001D7B54" w:rsidRPr="00711B36">
        <w:rPr>
          <w:rFonts w:ascii="Corbel" w:hAnsi="Corbel"/>
          <w:b/>
          <w:sz w:val="24"/>
          <w:szCs w:val="24"/>
        </w:rPr>
        <w:t>Efekty kształcenia dla przedmiotu/ modułu</w:t>
      </w:r>
      <w:r w:rsidR="004D3552" w:rsidRPr="00711B36">
        <w:rPr>
          <w:rFonts w:ascii="Corbel" w:hAnsi="Corbel"/>
          <w:sz w:val="24"/>
          <w:szCs w:val="24"/>
        </w:rPr>
        <w:t xml:space="preserve"> (</w:t>
      </w:r>
      <w:r w:rsidR="001D7B54" w:rsidRPr="00711B36">
        <w:rPr>
          <w:rFonts w:ascii="Corbel" w:hAnsi="Corbel"/>
          <w:i/>
          <w:sz w:val="24"/>
          <w:szCs w:val="24"/>
        </w:rPr>
        <w:t>wypełnia koordynator</w:t>
      </w:r>
      <w:r w:rsidR="001D7B54" w:rsidRPr="00711B36">
        <w:rPr>
          <w:rFonts w:ascii="Corbel" w:hAnsi="Corbel"/>
          <w:sz w:val="24"/>
          <w:szCs w:val="24"/>
        </w:rPr>
        <w:t>)</w:t>
      </w:r>
    </w:p>
    <w:p w:rsidR="001D7B54" w:rsidRPr="00711B36" w:rsidRDefault="001D7B54" w:rsidP="00711B3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85747A" w:rsidRPr="00711B36" w:rsidTr="0071620A">
        <w:tc>
          <w:tcPr>
            <w:tcW w:w="1701" w:type="dxa"/>
            <w:vAlign w:val="center"/>
          </w:tcPr>
          <w:p w:rsidR="0085747A" w:rsidRPr="00711B36" w:rsidRDefault="0085747A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711B3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711B36">
              <w:rPr>
                <w:rFonts w:ascii="Corbel" w:hAnsi="Corbel"/>
                <w:b w:val="0"/>
                <w:smallCaps w:val="0"/>
                <w:szCs w:val="24"/>
              </w:rPr>
              <w:t>efekt kształcenia)</w:t>
            </w:r>
          </w:p>
        </w:tc>
        <w:tc>
          <w:tcPr>
            <w:tcW w:w="6096" w:type="dxa"/>
            <w:vAlign w:val="center"/>
          </w:tcPr>
          <w:p w:rsidR="0085747A" w:rsidRPr="00711B36" w:rsidRDefault="0085747A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5747A" w:rsidRPr="00711B36" w:rsidRDefault="0085747A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11B36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711B36" w:rsidTr="005E6E85">
        <w:tc>
          <w:tcPr>
            <w:tcW w:w="1701" w:type="dxa"/>
          </w:tcPr>
          <w:p w:rsidR="0085747A" w:rsidRPr="00711B36" w:rsidRDefault="0085747A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711B36" w:rsidRDefault="004D5AB3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Posiada wiedzę na temat możliwości stosowania różnych narzędzi informatycznych do gromadzenia, przetwarzania i udostępniania informacji niezbędnych do rozwiązywania problemów ekonomicznych.</w:t>
            </w:r>
          </w:p>
        </w:tc>
        <w:tc>
          <w:tcPr>
            <w:tcW w:w="1873" w:type="dxa"/>
          </w:tcPr>
          <w:p w:rsidR="004D5AB3" w:rsidRPr="00711B36" w:rsidRDefault="00D970AB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K_W08</w:t>
            </w:r>
          </w:p>
          <w:p w:rsidR="0085747A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K_W09</w:t>
            </w:r>
          </w:p>
        </w:tc>
      </w:tr>
      <w:tr w:rsidR="0085747A" w:rsidRPr="00711B36" w:rsidTr="005E6E85">
        <w:tc>
          <w:tcPr>
            <w:tcW w:w="1701" w:type="dxa"/>
          </w:tcPr>
          <w:p w:rsidR="0085747A" w:rsidRPr="00711B36" w:rsidRDefault="0085747A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711B36" w:rsidRDefault="004D5AB3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 do przeprowadzenia analizy danych gospodarczych.</w:t>
            </w:r>
          </w:p>
        </w:tc>
        <w:tc>
          <w:tcPr>
            <w:tcW w:w="1873" w:type="dxa"/>
          </w:tcPr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K_U02</w:t>
            </w:r>
          </w:p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K_U08</w:t>
            </w:r>
          </w:p>
          <w:p w:rsidR="0085747A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K_U15</w:t>
            </w:r>
          </w:p>
        </w:tc>
      </w:tr>
      <w:tr w:rsidR="004D5AB3" w:rsidRPr="00711B36" w:rsidTr="005E6E85">
        <w:tc>
          <w:tcPr>
            <w:tcW w:w="1701" w:type="dxa"/>
          </w:tcPr>
          <w:p w:rsidR="004D5AB3" w:rsidRPr="00711B36" w:rsidRDefault="004D3552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D5AB3" w:rsidRPr="00711B36" w:rsidRDefault="004D5AB3" w:rsidP="00711B36">
            <w:pPr>
              <w:pStyle w:val="Punktygwne"/>
              <w:tabs>
                <w:tab w:val="left" w:pos="477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Potrafi zastosować funkcje finansowe dostępne w arkuszach kalkulacyjnych do rozwiązywania problemów decyzyjnych z zakresu analizy budżetu</w:t>
            </w:r>
          </w:p>
        </w:tc>
        <w:tc>
          <w:tcPr>
            <w:tcW w:w="1873" w:type="dxa"/>
          </w:tcPr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K_U08</w:t>
            </w:r>
          </w:p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K_U09</w:t>
            </w:r>
          </w:p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K_U15</w:t>
            </w:r>
          </w:p>
        </w:tc>
      </w:tr>
      <w:tr w:rsidR="004D5AB3" w:rsidRPr="00711B36" w:rsidTr="005E6E85">
        <w:tc>
          <w:tcPr>
            <w:tcW w:w="1701" w:type="dxa"/>
          </w:tcPr>
          <w:p w:rsidR="004D5AB3" w:rsidRPr="00711B36" w:rsidRDefault="004D3552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:rsidR="004D5AB3" w:rsidRPr="00711B36" w:rsidRDefault="004D5AB3" w:rsidP="00711B36">
            <w:pPr>
              <w:pStyle w:val="Punktygwne"/>
              <w:spacing w:before="0" w:after="0"/>
              <w:ind w:firstLine="34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 wykorzystaniem Excela</w:t>
            </w:r>
          </w:p>
        </w:tc>
        <w:tc>
          <w:tcPr>
            <w:tcW w:w="1873" w:type="dxa"/>
          </w:tcPr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K_U08</w:t>
            </w:r>
          </w:p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K_U09</w:t>
            </w:r>
          </w:p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K_U15</w:t>
            </w:r>
          </w:p>
        </w:tc>
      </w:tr>
      <w:tr w:rsidR="0085747A" w:rsidRPr="00711B36" w:rsidTr="005E6E85">
        <w:tc>
          <w:tcPr>
            <w:tcW w:w="1701" w:type="dxa"/>
          </w:tcPr>
          <w:p w:rsidR="0085747A" w:rsidRPr="00711B36" w:rsidRDefault="004D3552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:rsidR="0085747A" w:rsidRPr="00711B36" w:rsidRDefault="004D5AB3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:rsidR="004D5AB3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K_K02</w:t>
            </w:r>
          </w:p>
          <w:p w:rsidR="0085747A" w:rsidRPr="00711B36" w:rsidRDefault="004D5AB3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K_K07</w:t>
            </w:r>
          </w:p>
        </w:tc>
      </w:tr>
    </w:tbl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11B36" w:rsidRDefault="00675843" w:rsidP="00711B36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11B36">
        <w:rPr>
          <w:rFonts w:ascii="Corbel" w:hAnsi="Corbel"/>
          <w:b/>
          <w:sz w:val="24"/>
          <w:szCs w:val="24"/>
        </w:rPr>
        <w:t>3.3</w:t>
      </w:r>
      <w:r w:rsidR="001D7B54" w:rsidRPr="00711B36">
        <w:rPr>
          <w:rFonts w:ascii="Corbel" w:hAnsi="Corbel"/>
          <w:b/>
          <w:sz w:val="24"/>
          <w:szCs w:val="24"/>
        </w:rPr>
        <w:t xml:space="preserve"> </w:t>
      </w:r>
      <w:r w:rsidR="0085747A" w:rsidRPr="00711B36">
        <w:rPr>
          <w:rFonts w:ascii="Corbel" w:hAnsi="Corbel"/>
          <w:b/>
          <w:sz w:val="24"/>
          <w:szCs w:val="24"/>
        </w:rPr>
        <w:t>T</w:t>
      </w:r>
      <w:r w:rsidR="001D7B54" w:rsidRPr="00711B36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711B36">
        <w:rPr>
          <w:rFonts w:ascii="Corbel" w:hAnsi="Corbel"/>
          <w:sz w:val="24"/>
          <w:szCs w:val="24"/>
        </w:rPr>
        <w:t>(</w:t>
      </w:r>
      <w:r w:rsidR="001D7B54" w:rsidRPr="00711B36">
        <w:rPr>
          <w:rFonts w:ascii="Corbel" w:hAnsi="Corbel"/>
          <w:i/>
          <w:sz w:val="24"/>
          <w:szCs w:val="24"/>
        </w:rPr>
        <w:t>wypełnia koordynator)</w:t>
      </w:r>
    </w:p>
    <w:p w:rsidR="0085747A" w:rsidRPr="00711B36" w:rsidRDefault="0085747A" w:rsidP="00711B36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11B36" w:rsidRDefault="0085747A" w:rsidP="00711B3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711B36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711B36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B3" w:rsidRPr="00711B36" w:rsidRDefault="004D5AB3" w:rsidP="00711B3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5AB3" w:rsidRPr="00711B36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B3" w:rsidRPr="00711B36" w:rsidRDefault="004D5AB3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Zastosowanie arkusza kalkulacyjnego do podejmowania decyzji finansowych - kalkulacja kosztów kredytu, ocena projektów inwestycyjnych. Zastosowanie narzędzia Szukaj wyniku do rozwiązywania równań opisujących zjawiska ekonomiczne. Scenariusze.</w:t>
            </w:r>
          </w:p>
        </w:tc>
      </w:tr>
      <w:tr w:rsidR="004D5AB3" w:rsidRPr="00711B36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B3" w:rsidRPr="00711B36" w:rsidRDefault="004D5AB3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Wykorzystanie funkcji logicznych, statystycznych i bazodanowych do analizy przykładowych danych gospodarczych.</w:t>
            </w:r>
          </w:p>
        </w:tc>
      </w:tr>
      <w:tr w:rsidR="004D5AB3" w:rsidRPr="00711B36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B3" w:rsidRPr="00711B36" w:rsidRDefault="004D5AB3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Zastosowanie arkusza kalkulacyjnego do analizy danych statystycznych dotyczących funkcjonowania JST zestawionych w postaci list - adresowanie względne, bezwzględne i mieszane. Konstruowanie własnego formatu prezentacji danych.</w:t>
            </w:r>
          </w:p>
        </w:tc>
      </w:tr>
      <w:tr w:rsidR="004D5AB3" w:rsidRPr="00711B36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B3" w:rsidRPr="00711B36" w:rsidRDefault="004D5AB3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Analiza wykonania budżetów JST w ujęciu regionalnym z wykorzystaniem tabel i wykresów przestawnych – modyfikacja wykresów, dołączanie danych do wykresów.</w:t>
            </w:r>
          </w:p>
        </w:tc>
      </w:tr>
      <w:tr w:rsidR="004D5AB3" w:rsidRPr="00711B36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B3" w:rsidRPr="00711B36" w:rsidRDefault="004D5AB3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Manipulacja danymi: filtrowanie danych, odwołania 3-W, konsolidacja danych w przyległych arkus</w:t>
            </w:r>
            <w:r w:rsidR="00B16388" w:rsidRPr="00711B36">
              <w:rPr>
                <w:rFonts w:ascii="Corbel" w:hAnsi="Corbel"/>
                <w:sz w:val="24"/>
                <w:szCs w:val="24"/>
              </w:rPr>
              <w:t>zach</w:t>
            </w:r>
            <w:r w:rsidRPr="00711B3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5AB3" w:rsidRPr="00711B36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B3" w:rsidRPr="00711B36" w:rsidRDefault="004D5AB3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 xml:space="preserve">Zastosowania programu MS Access. Obiekty bazy danych. Tworzenie i modyfikacja struktury tabeli. Importowanie danych z arkuszy kalkulacyjnych.  Kwerendy i ich zastosowania, </w:t>
            </w:r>
            <w:r w:rsidRPr="00711B36">
              <w:rPr>
                <w:rFonts w:ascii="Corbel" w:hAnsi="Corbel"/>
                <w:sz w:val="24"/>
                <w:szCs w:val="24"/>
              </w:rPr>
              <w:lastRenderedPageBreak/>
              <w:t>definiowanie kryteriów i wyrażeń, sortowanie i ograniczanie ilości wyświetlanych rekordów, wykorzystywanie informacji z wielu tabel w kwerendach. Definiowanie raportów i formularzy. Tworzenie bazy danych do gromadzenia i analizy informacji dotyczących jednostek samorządu terytorialnego.</w:t>
            </w:r>
          </w:p>
        </w:tc>
      </w:tr>
    </w:tbl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11B36" w:rsidRDefault="009F4610" w:rsidP="00711B3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11B36">
        <w:rPr>
          <w:rFonts w:ascii="Corbel" w:hAnsi="Corbel"/>
          <w:smallCaps w:val="0"/>
          <w:szCs w:val="24"/>
        </w:rPr>
        <w:t>3.4 Metody dydaktyczne</w:t>
      </w:r>
      <w:r w:rsidRPr="00711B36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D5AB3" w:rsidRPr="00711B36" w:rsidRDefault="004D5AB3" w:rsidP="00711B36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00711B36">
        <w:rPr>
          <w:rFonts w:ascii="Corbel" w:eastAsia="Times New Roman" w:hAnsi="Corbel"/>
          <w:sz w:val="24"/>
          <w:szCs w:val="24"/>
          <w:lang w:eastAsia="pl-PL"/>
        </w:rPr>
        <w:t>praca w laboratorium komputerowym, prezentacja multimedialna ćwiczeń do rozwiązania, objaśnienia słowne stosowanych rozwiązań</w:t>
      </w:r>
    </w:p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11B36" w:rsidRDefault="00C61DC5" w:rsidP="00711B3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11B36">
        <w:rPr>
          <w:rFonts w:ascii="Corbel" w:hAnsi="Corbel"/>
          <w:smallCaps w:val="0"/>
          <w:szCs w:val="24"/>
        </w:rPr>
        <w:t xml:space="preserve">4. </w:t>
      </w:r>
      <w:r w:rsidR="0085747A" w:rsidRPr="00711B36">
        <w:rPr>
          <w:rFonts w:ascii="Corbel" w:hAnsi="Corbel"/>
          <w:smallCaps w:val="0"/>
          <w:szCs w:val="24"/>
        </w:rPr>
        <w:t>METODY I KRYTERIA OCENY</w:t>
      </w:r>
      <w:r w:rsidR="009F4610" w:rsidRPr="00711B36">
        <w:rPr>
          <w:rFonts w:ascii="Corbel" w:hAnsi="Corbel"/>
          <w:smallCaps w:val="0"/>
          <w:szCs w:val="24"/>
        </w:rPr>
        <w:t xml:space="preserve"> </w:t>
      </w:r>
    </w:p>
    <w:p w:rsidR="00923D7D" w:rsidRPr="00711B36" w:rsidRDefault="00923D7D" w:rsidP="00711B3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711B36" w:rsidRDefault="0085747A" w:rsidP="00711B3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11B36">
        <w:rPr>
          <w:rFonts w:ascii="Corbel" w:hAnsi="Corbel"/>
          <w:smallCaps w:val="0"/>
          <w:szCs w:val="24"/>
        </w:rPr>
        <w:t>4.1 Sposoby weryfikacji efektów kształcenia</w:t>
      </w:r>
    </w:p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711B36" w:rsidTr="004D5AB3">
        <w:tc>
          <w:tcPr>
            <w:tcW w:w="2410" w:type="dxa"/>
            <w:vAlign w:val="center"/>
          </w:tcPr>
          <w:p w:rsidR="0085747A" w:rsidRPr="00711B36" w:rsidRDefault="0071620A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5747A" w:rsidRPr="00711B36" w:rsidRDefault="0085747A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711B36" w:rsidRDefault="0085747A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23D7D" w:rsidRPr="00711B36" w:rsidRDefault="0085747A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711B36" w:rsidRDefault="0085747A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D5AB3" w:rsidRPr="00711B36" w:rsidTr="00B16388">
        <w:tc>
          <w:tcPr>
            <w:tcW w:w="2410" w:type="dxa"/>
          </w:tcPr>
          <w:p w:rsidR="004D5AB3" w:rsidRPr="00711B36" w:rsidRDefault="00B16388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103" w:type="dxa"/>
          </w:tcPr>
          <w:p w:rsidR="004D5AB3" w:rsidRPr="00711B36" w:rsidRDefault="004D5AB3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:rsidR="004D5AB3" w:rsidRPr="00711B36" w:rsidRDefault="00A35927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lab</w:t>
            </w:r>
          </w:p>
        </w:tc>
      </w:tr>
      <w:tr w:rsidR="004D5AB3" w:rsidRPr="00711B36" w:rsidTr="00B16388">
        <w:tc>
          <w:tcPr>
            <w:tcW w:w="2410" w:type="dxa"/>
          </w:tcPr>
          <w:p w:rsidR="004D5AB3" w:rsidRPr="00711B36" w:rsidRDefault="00B16388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103" w:type="dxa"/>
          </w:tcPr>
          <w:p w:rsidR="004D5AB3" w:rsidRPr="00711B36" w:rsidRDefault="004D5AB3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:rsidR="004D5AB3" w:rsidRPr="00711B36" w:rsidRDefault="00A35927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lab</w:t>
            </w:r>
          </w:p>
        </w:tc>
      </w:tr>
      <w:tr w:rsidR="004D5AB3" w:rsidRPr="00711B36" w:rsidTr="00B16388">
        <w:tc>
          <w:tcPr>
            <w:tcW w:w="2410" w:type="dxa"/>
          </w:tcPr>
          <w:p w:rsidR="004D5AB3" w:rsidRPr="00711B36" w:rsidRDefault="00B16388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:rsidR="004D5AB3" w:rsidRPr="00711B36" w:rsidRDefault="004D5AB3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umiejętności rozwiązywania przykładów, kolokwium</w:t>
            </w:r>
          </w:p>
        </w:tc>
        <w:tc>
          <w:tcPr>
            <w:tcW w:w="2126" w:type="dxa"/>
          </w:tcPr>
          <w:p w:rsidR="004D5AB3" w:rsidRPr="00711B36" w:rsidRDefault="00A35927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lab</w:t>
            </w:r>
          </w:p>
        </w:tc>
      </w:tr>
      <w:tr w:rsidR="004D5AB3" w:rsidRPr="00711B36" w:rsidTr="00B16388">
        <w:tc>
          <w:tcPr>
            <w:tcW w:w="2410" w:type="dxa"/>
          </w:tcPr>
          <w:p w:rsidR="004D5AB3" w:rsidRPr="00711B36" w:rsidRDefault="00B16388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103" w:type="dxa"/>
          </w:tcPr>
          <w:p w:rsidR="004D5AB3" w:rsidRPr="00711B36" w:rsidRDefault="004D5AB3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umiejętności rozwiązywania przykładów, projekt</w:t>
            </w:r>
          </w:p>
        </w:tc>
        <w:tc>
          <w:tcPr>
            <w:tcW w:w="2126" w:type="dxa"/>
          </w:tcPr>
          <w:p w:rsidR="004D5AB3" w:rsidRPr="00711B36" w:rsidRDefault="00A35927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lab</w:t>
            </w:r>
          </w:p>
        </w:tc>
      </w:tr>
      <w:tr w:rsidR="004D5AB3" w:rsidRPr="00711B36" w:rsidTr="00B16388">
        <w:tc>
          <w:tcPr>
            <w:tcW w:w="2410" w:type="dxa"/>
          </w:tcPr>
          <w:p w:rsidR="004D5AB3" w:rsidRPr="00711B36" w:rsidRDefault="00B16388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1B36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03" w:type="dxa"/>
          </w:tcPr>
          <w:p w:rsidR="004D5AB3" w:rsidRPr="00711B36" w:rsidRDefault="004D5AB3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umiejętności rozwiązywania przykładów, projekt</w:t>
            </w:r>
          </w:p>
        </w:tc>
        <w:tc>
          <w:tcPr>
            <w:tcW w:w="2126" w:type="dxa"/>
          </w:tcPr>
          <w:p w:rsidR="004D5AB3" w:rsidRPr="00711B36" w:rsidRDefault="00A35927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lab</w:t>
            </w:r>
            <w:bookmarkStart w:id="0" w:name="_GoBack"/>
            <w:bookmarkEnd w:id="0"/>
          </w:p>
        </w:tc>
      </w:tr>
    </w:tbl>
    <w:p w:rsidR="00923D7D" w:rsidRPr="00711B36" w:rsidRDefault="00923D7D" w:rsidP="00711B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11B36" w:rsidRDefault="003E1941" w:rsidP="00711B3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11B36">
        <w:rPr>
          <w:rFonts w:ascii="Corbel" w:hAnsi="Corbel"/>
          <w:smallCaps w:val="0"/>
          <w:szCs w:val="24"/>
        </w:rPr>
        <w:t xml:space="preserve">4.2 </w:t>
      </w:r>
      <w:r w:rsidR="0085747A" w:rsidRPr="00711B3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11B36">
        <w:rPr>
          <w:rFonts w:ascii="Corbel" w:hAnsi="Corbel"/>
          <w:smallCaps w:val="0"/>
          <w:szCs w:val="24"/>
        </w:rPr>
        <w:t xml:space="preserve"> </w:t>
      </w:r>
    </w:p>
    <w:p w:rsidR="00923D7D" w:rsidRPr="00711B36" w:rsidRDefault="00923D7D" w:rsidP="00711B3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11B36" w:rsidTr="00923D7D">
        <w:tc>
          <w:tcPr>
            <w:tcW w:w="9670" w:type="dxa"/>
          </w:tcPr>
          <w:p w:rsidR="004D5AB3" w:rsidRPr="00711B36" w:rsidRDefault="004D5AB3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zaliczenie z oceną na podstawie ocen cząstkowych (2 kolokwia, bieżąca prezentacja na zajęciach rezultatów rozwiązywanych przykładów, projekt</w:t>
            </w:r>
            <w:r w:rsidR="00B16388"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</w:p>
          <w:p w:rsidR="0085747A" w:rsidRPr="00711B36" w:rsidRDefault="004D5AB3" w:rsidP="00711B3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Warunkiem zaliczenia przedmiotu jest otrzymanie pozytywnych ocen z </w:t>
            </w:r>
            <w:r w:rsidR="00B16388"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kolokwiów</w:t>
            </w: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oraz przygotowanie i zaliczenie projekt</w:t>
            </w:r>
            <w:r w:rsidR="00B16388"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</w:t>
            </w: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</w:tr>
    </w:tbl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711B36" w:rsidRDefault="0085747A" w:rsidP="00711B3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11B36">
        <w:rPr>
          <w:rFonts w:ascii="Corbel" w:hAnsi="Corbel"/>
          <w:b/>
          <w:sz w:val="24"/>
          <w:szCs w:val="24"/>
        </w:rPr>
        <w:t xml:space="preserve">5. </w:t>
      </w:r>
      <w:r w:rsidR="00C61DC5" w:rsidRPr="00711B3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711B36" w:rsidRDefault="0085747A" w:rsidP="00711B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711B36" w:rsidTr="004D5AB3">
        <w:tc>
          <w:tcPr>
            <w:tcW w:w="4962" w:type="dxa"/>
            <w:vAlign w:val="center"/>
          </w:tcPr>
          <w:p w:rsidR="0085747A" w:rsidRPr="00711B36" w:rsidRDefault="00C61DC5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11B3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11B3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11B3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711B36" w:rsidRDefault="00C61DC5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11B3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11B3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11B3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11B3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11B36" w:rsidTr="004D5AB3">
        <w:tc>
          <w:tcPr>
            <w:tcW w:w="4962" w:type="dxa"/>
          </w:tcPr>
          <w:p w:rsidR="0085747A" w:rsidRPr="00711B36" w:rsidRDefault="00C61DC5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G</w:t>
            </w:r>
            <w:r w:rsidR="0085747A" w:rsidRPr="00711B3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11B3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11B3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11B36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711B36">
              <w:rPr>
                <w:rFonts w:ascii="Corbel" w:hAnsi="Corbel"/>
                <w:sz w:val="24"/>
                <w:szCs w:val="24"/>
              </w:rPr>
              <w:t xml:space="preserve"> </w:t>
            </w:r>
            <w:r w:rsidR="004D3552" w:rsidRPr="00711B36">
              <w:rPr>
                <w:rFonts w:ascii="Corbel" w:hAnsi="Corbel"/>
                <w:sz w:val="24"/>
                <w:szCs w:val="24"/>
              </w:rPr>
              <w:t xml:space="preserve">z </w:t>
            </w:r>
            <w:r w:rsidR="0085747A" w:rsidRPr="00711B36">
              <w:rPr>
                <w:rFonts w:ascii="Corbel" w:hAnsi="Corbel"/>
                <w:sz w:val="24"/>
                <w:szCs w:val="24"/>
              </w:rPr>
              <w:t xml:space="preserve">planu </w:t>
            </w:r>
            <w:r w:rsidRPr="00711B3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711B36" w:rsidRDefault="0018749D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711B36" w:rsidTr="004D5AB3">
        <w:tc>
          <w:tcPr>
            <w:tcW w:w="4962" w:type="dxa"/>
          </w:tcPr>
          <w:p w:rsidR="00C61DC5" w:rsidRPr="00711B36" w:rsidRDefault="00B16388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U</w:t>
            </w:r>
            <w:r w:rsidR="00C61DC5" w:rsidRPr="00711B36">
              <w:rPr>
                <w:rFonts w:ascii="Corbel" w:hAnsi="Corbel"/>
                <w:sz w:val="24"/>
                <w:szCs w:val="24"/>
              </w:rPr>
              <w:t>d</w:t>
            </w:r>
            <w:r w:rsidR="004D3552" w:rsidRPr="00711B36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Pr="00711B36" w:rsidRDefault="004D3552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11B36" w:rsidTr="004D5AB3">
        <w:tc>
          <w:tcPr>
            <w:tcW w:w="4962" w:type="dxa"/>
          </w:tcPr>
          <w:p w:rsidR="00C61DC5" w:rsidRPr="00711B36" w:rsidRDefault="00B16388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="004D3552" w:rsidRPr="00711B36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</w:p>
        </w:tc>
        <w:tc>
          <w:tcPr>
            <w:tcW w:w="4677" w:type="dxa"/>
          </w:tcPr>
          <w:p w:rsidR="00C61DC5" w:rsidRPr="00711B36" w:rsidRDefault="0018749D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4D3552" w:rsidRPr="00711B36" w:rsidTr="004D5AB3">
        <w:tc>
          <w:tcPr>
            <w:tcW w:w="4962" w:type="dxa"/>
          </w:tcPr>
          <w:p w:rsidR="004D3552" w:rsidRPr="00711B36" w:rsidRDefault="00B16388" w:rsidP="0071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="004D3552" w:rsidRPr="00711B36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kolokwium</w:t>
            </w:r>
          </w:p>
        </w:tc>
        <w:tc>
          <w:tcPr>
            <w:tcW w:w="4677" w:type="dxa"/>
          </w:tcPr>
          <w:p w:rsidR="004D3552" w:rsidRPr="00711B36" w:rsidRDefault="0018749D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4D3552" w:rsidRPr="00711B36" w:rsidTr="004D5AB3">
        <w:tc>
          <w:tcPr>
            <w:tcW w:w="4962" w:type="dxa"/>
          </w:tcPr>
          <w:p w:rsidR="004D3552" w:rsidRPr="00711B36" w:rsidRDefault="00B16388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="004D3552" w:rsidRPr="00711B36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projektu</w:t>
            </w:r>
          </w:p>
        </w:tc>
        <w:tc>
          <w:tcPr>
            <w:tcW w:w="4677" w:type="dxa"/>
          </w:tcPr>
          <w:p w:rsidR="004D3552" w:rsidRPr="00711B36" w:rsidRDefault="004D3552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711B36" w:rsidTr="004D5AB3">
        <w:tc>
          <w:tcPr>
            <w:tcW w:w="4962" w:type="dxa"/>
          </w:tcPr>
          <w:p w:rsidR="0085747A" w:rsidRPr="00711B36" w:rsidRDefault="0085747A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711B36" w:rsidRDefault="004D3552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711B36" w:rsidTr="004D5AB3">
        <w:tc>
          <w:tcPr>
            <w:tcW w:w="4962" w:type="dxa"/>
          </w:tcPr>
          <w:p w:rsidR="0085747A" w:rsidRPr="00711B36" w:rsidRDefault="0085747A" w:rsidP="0071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11B3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711B36" w:rsidRDefault="004D3552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1B3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711B36" w:rsidRDefault="00923D7D" w:rsidP="00711B3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11B36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711B3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711B36" w:rsidRDefault="003E1941" w:rsidP="00711B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11B36" w:rsidRDefault="0071620A" w:rsidP="00711B3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11B36">
        <w:rPr>
          <w:rFonts w:ascii="Corbel" w:hAnsi="Corbel"/>
          <w:smallCaps w:val="0"/>
          <w:szCs w:val="24"/>
        </w:rPr>
        <w:t xml:space="preserve">6. </w:t>
      </w:r>
      <w:r w:rsidR="0085747A" w:rsidRPr="00711B36">
        <w:rPr>
          <w:rFonts w:ascii="Corbel" w:hAnsi="Corbel"/>
          <w:smallCaps w:val="0"/>
          <w:szCs w:val="24"/>
        </w:rPr>
        <w:t>PRAKTYKI ZAWODOWE W RAMACH PRZEDMIOTU/ MODUŁU</w:t>
      </w:r>
      <w:r w:rsidRPr="00711B36">
        <w:rPr>
          <w:rFonts w:ascii="Corbel" w:hAnsi="Corbel"/>
          <w:smallCaps w:val="0"/>
          <w:szCs w:val="24"/>
        </w:rPr>
        <w:t xml:space="preserve"> </w:t>
      </w:r>
    </w:p>
    <w:p w:rsidR="0085747A" w:rsidRPr="00711B36" w:rsidRDefault="0085747A" w:rsidP="00711B3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711B36" w:rsidTr="004D3552">
        <w:trPr>
          <w:trHeight w:val="397"/>
        </w:trPr>
        <w:tc>
          <w:tcPr>
            <w:tcW w:w="4111" w:type="dxa"/>
          </w:tcPr>
          <w:p w:rsidR="0085747A" w:rsidRPr="00711B36" w:rsidRDefault="0085747A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711B36" w:rsidRDefault="00B16388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11B36" w:rsidTr="004D3552">
        <w:trPr>
          <w:trHeight w:val="397"/>
        </w:trPr>
        <w:tc>
          <w:tcPr>
            <w:tcW w:w="4111" w:type="dxa"/>
          </w:tcPr>
          <w:p w:rsidR="0085747A" w:rsidRPr="00711B36" w:rsidRDefault="0085747A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711B36" w:rsidRDefault="00B16388" w:rsidP="00711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711B36" w:rsidRDefault="003E1941" w:rsidP="00711B3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11B36" w:rsidRDefault="00675843" w:rsidP="00711B3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11B36">
        <w:rPr>
          <w:rFonts w:ascii="Corbel" w:hAnsi="Corbel"/>
          <w:smallCaps w:val="0"/>
          <w:szCs w:val="24"/>
        </w:rPr>
        <w:t xml:space="preserve">7. </w:t>
      </w:r>
      <w:r w:rsidR="0085747A" w:rsidRPr="00711B36">
        <w:rPr>
          <w:rFonts w:ascii="Corbel" w:hAnsi="Corbel"/>
          <w:smallCaps w:val="0"/>
          <w:szCs w:val="24"/>
        </w:rPr>
        <w:t>LITERATURA</w:t>
      </w:r>
      <w:r w:rsidRPr="00711B36">
        <w:rPr>
          <w:rFonts w:ascii="Corbel" w:hAnsi="Corbel"/>
          <w:smallCaps w:val="0"/>
          <w:szCs w:val="24"/>
        </w:rPr>
        <w:t xml:space="preserve"> </w:t>
      </w:r>
    </w:p>
    <w:p w:rsidR="00675843" w:rsidRPr="00711B36" w:rsidRDefault="00675843" w:rsidP="00711B3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35927" w:rsidTr="004D3552">
        <w:trPr>
          <w:trHeight w:val="397"/>
        </w:trPr>
        <w:tc>
          <w:tcPr>
            <w:tcW w:w="9639" w:type="dxa"/>
          </w:tcPr>
          <w:p w:rsidR="0085747A" w:rsidRPr="00711B36" w:rsidRDefault="0085747A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709C9" w:rsidRPr="00711B36" w:rsidRDefault="009709C9" w:rsidP="00711B3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Chojnacki K., 40 najlepszych funkcji w Excelu, które każdy powinien znać, Wydawnictwo Wiedza i Praktyka, Warszawa 2016</w:t>
            </w:r>
          </w:p>
          <w:p w:rsidR="004D5AB3" w:rsidRPr="00711B36" w:rsidRDefault="00B16388" w:rsidP="00711B3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Mendrala D., Szeliga M., Access 2016 PL</w:t>
            </w:r>
            <w:r w:rsidR="004D5AB3" w:rsidRPr="00711B36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,</w:t>
            </w: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 xml:space="preserve"> Helion</w:t>
            </w:r>
            <w:r w:rsidR="004D5AB3" w:rsidRPr="00711B36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 xml:space="preserve">, </w:t>
            </w: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Gliwice</w:t>
            </w:r>
            <w:r w:rsidR="004D5AB3" w:rsidRPr="00711B36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 xml:space="preserve"> 201</w:t>
            </w: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6</w:t>
            </w:r>
            <w:r w:rsidR="004D5AB3" w:rsidRPr="00711B36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.</w:t>
            </w:r>
          </w:p>
          <w:p w:rsidR="004D5AB3" w:rsidRPr="00711B36" w:rsidRDefault="004D5AB3" w:rsidP="00711B3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Bremer A., Sławik M., ECDL 7 modułów, Videograf, Chorzów 2013.</w:t>
            </w:r>
          </w:p>
        </w:tc>
      </w:tr>
      <w:tr w:rsidR="0085747A" w:rsidRPr="00711B36" w:rsidTr="004D3552">
        <w:trPr>
          <w:trHeight w:val="397"/>
        </w:trPr>
        <w:tc>
          <w:tcPr>
            <w:tcW w:w="9639" w:type="dxa"/>
          </w:tcPr>
          <w:p w:rsidR="0085747A" w:rsidRPr="00711B36" w:rsidRDefault="0085747A" w:rsidP="0071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B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D5AB3" w:rsidRPr="00711B36" w:rsidRDefault="004D5AB3" w:rsidP="00711B36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Hales C. (red.), Wykorzystanie narzędzi informatycznych w naukach ekonomicznych. Przykłady i zadania, Wydawnictwo Uniwersytetu Rzeszowskiego 2007.</w:t>
            </w: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ab/>
            </w:r>
          </w:p>
          <w:p w:rsidR="004D5AB3" w:rsidRPr="00711B36" w:rsidRDefault="004D5AB3" w:rsidP="00711B36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11B3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Szymczak M. (red.), Decyzje logistyczne z Excelem, Difin 2011.</w:t>
            </w:r>
          </w:p>
        </w:tc>
      </w:tr>
    </w:tbl>
    <w:p w:rsidR="0085747A" w:rsidRPr="00711B36" w:rsidRDefault="0085747A" w:rsidP="00711B3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11B36" w:rsidRDefault="0085747A" w:rsidP="00711B3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11B36" w:rsidRDefault="0085747A" w:rsidP="00711B3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11B3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11B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281" w:rsidRDefault="003F0281" w:rsidP="00C16ABF">
      <w:pPr>
        <w:spacing w:after="0" w:line="240" w:lineRule="auto"/>
      </w:pPr>
      <w:r>
        <w:separator/>
      </w:r>
    </w:p>
  </w:endnote>
  <w:endnote w:type="continuationSeparator" w:id="0">
    <w:p w:rsidR="003F0281" w:rsidRDefault="003F028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281" w:rsidRDefault="003F0281" w:rsidP="00C16ABF">
      <w:pPr>
        <w:spacing w:after="0" w:line="240" w:lineRule="auto"/>
      </w:pPr>
      <w:r>
        <w:separator/>
      </w:r>
    </w:p>
  </w:footnote>
  <w:footnote w:type="continuationSeparator" w:id="0">
    <w:p w:rsidR="003F0281" w:rsidRDefault="003F028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C55C98"/>
    <w:multiLevelType w:val="hybridMultilevel"/>
    <w:tmpl w:val="0A0CDC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3663A"/>
    <w:multiLevelType w:val="hybridMultilevel"/>
    <w:tmpl w:val="192C0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8749D"/>
    <w:rsid w:val="00192F37"/>
    <w:rsid w:val="001A70D2"/>
    <w:rsid w:val="001B2665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281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353D"/>
    <w:rsid w:val="00617230"/>
    <w:rsid w:val="00621CE1"/>
    <w:rsid w:val="00647FA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6544"/>
    <w:rsid w:val="007072BA"/>
    <w:rsid w:val="00711B36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09C9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42B"/>
    <w:rsid w:val="00A35927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38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3FD7"/>
    <w:rsid w:val="00D26B2C"/>
    <w:rsid w:val="00D352C9"/>
    <w:rsid w:val="00D425B2"/>
    <w:rsid w:val="00D552B2"/>
    <w:rsid w:val="00D608D1"/>
    <w:rsid w:val="00D74119"/>
    <w:rsid w:val="00D8075B"/>
    <w:rsid w:val="00D8678B"/>
    <w:rsid w:val="00D970A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617C3"/>
    <w:rsid w:val="00F672AF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6865B0-A699-4F0E-BF8D-E97C51CC0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E8159-4A13-4461-96AC-7625F0839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927</Words>
  <Characters>5562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</cp:lastModifiedBy>
  <cp:revision>4</cp:revision>
  <cp:lastPrinted>2017-02-15T12:41:00Z</cp:lastPrinted>
  <dcterms:created xsi:type="dcterms:W3CDTF">2019-01-23T11:03:00Z</dcterms:created>
  <dcterms:modified xsi:type="dcterms:W3CDTF">2019-01-31T10:54:00Z</dcterms:modified>
</cp:coreProperties>
</file>